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33F18A7C" w14:textId="099290EB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0F3F61">
        <w:rPr>
          <w:rFonts w:ascii="Corbel" w:hAnsi="Corbel"/>
          <w:sz w:val="20"/>
          <w:szCs w:val="20"/>
        </w:rPr>
        <w:t>2/2023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2D63D24B" w:rsidR="005E4F35" w:rsidRPr="00E1223A" w:rsidRDefault="00E1223A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1223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54666AE" w:rsidR="00015B8F" w:rsidRPr="009C54AE" w:rsidRDefault="00E122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prowadzeniu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5E4F35"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5E4F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i podejmowanie decyzji gospodarczych – rola ryzyka 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Psychologia ryzyka 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Pomiędzy ryzykiem a niepewnością 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77777777" w:rsidR="005E4F35" w:rsidRPr="002A3044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3044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576C07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4892FC3" w14:textId="77777777" w:rsidR="00576C07" w:rsidRPr="00E1223A" w:rsidRDefault="00576C07" w:rsidP="00E122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223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576C07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2ADF96F8" w14:textId="77777777" w:rsidR="00576C07" w:rsidRPr="00E1223A" w:rsidRDefault="00576C07" w:rsidP="00E122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223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576C07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77777777" w:rsidR="00576C07" w:rsidRPr="009C54AE" w:rsidRDefault="00900EB5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4F13923" w14:textId="77777777" w:rsidR="00576C07" w:rsidRPr="00E1223A" w:rsidRDefault="00576C07" w:rsidP="00E122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223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E12BE" w14:textId="77777777" w:rsidTr="00923D7D">
        <w:tc>
          <w:tcPr>
            <w:tcW w:w="9670" w:type="dxa"/>
          </w:tcPr>
          <w:p w14:paraId="0FC35B99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549DAEC9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40472ED2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652FE99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08BF6B00" w:rsidR="006F1E63" w:rsidRPr="009C54AE" w:rsidRDefault="00E1223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5E46D3CC" w:rsidR="006F1E63" w:rsidRPr="009C54AE" w:rsidRDefault="00E1223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16105B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Decyzje perspektywa psycholog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iczna i ekonomiczna Scholar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(wybrane zagadnienia)</w:t>
            </w:r>
          </w:p>
          <w:p w14:paraId="117E52D2" w14:textId="77777777" w:rsidR="006F1E63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F1E63">
              <w:t xml:space="preserve">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 (wybrane zagadnienia)</w:t>
            </w:r>
          </w:p>
          <w:p w14:paraId="363BFB03" w14:textId="77777777" w:rsidR="006F1E63" w:rsidRPr="009C54AE" w:rsidRDefault="00242616" w:rsidP="000F3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Staniec, I. i Zawiła-Niedzwiedzki J. (2008). zarządzanie ryzykiem operacyjnym Beck (wybrane zagadnienia)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07D72C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4169F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Gigerenzer, G. (2009). Intuicja – Inteligencja nieświadomości, Prószyński i spółka. </w:t>
            </w:r>
          </w:p>
          <w:p w14:paraId="51A4B38B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Kaczmarek, T. (2010). Zarządzanie Ryzykiem Ujęcie Interdyscyplinarne. Difin</w:t>
            </w:r>
          </w:p>
          <w:p w14:paraId="3688B6E9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Gąsiorkiewicz, L. i Monkiewicz J. (2010). Zarządzanie Ryzykiem Działalności Organizacji. Beck</w:t>
            </w:r>
          </w:p>
          <w:p w14:paraId="35DDD333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Taleb, N. (2014). Czarny Łabędź. O skutkach nieprzewidywalnych zdarzeń. Kurhaus Publishing</w:t>
            </w:r>
          </w:p>
          <w:p w14:paraId="19FC1B1B" w14:textId="77777777" w:rsidR="00242616" w:rsidRPr="00242616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>
              <w:t xml:space="preserve">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Pułap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myślenia, Media Rodzina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zagadnienia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FBF72" w14:textId="77777777" w:rsidR="003139AC" w:rsidRDefault="003139AC" w:rsidP="00C16ABF">
      <w:pPr>
        <w:spacing w:after="0" w:line="240" w:lineRule="auto"/>
      </w:pPr>
      <w:r>
        <w:separator/>
      </w:r>
    </w:p>
  </w:endnote>
  <w:endnote w:type="continuationSeparator" w:id="0">
    <w:p w14:paraId="550FF7DD" w14:textId="77777777" w:rsidR="003139AC" w:rsidRDefault="003139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F27C1" w14:textId="77777777" w:rsidR="003139AC" w:rsidRDefault="003139AC" w:rsidP="00C16ABF">
      <w:pPr>
        <w:spacing w:after="0" w:line="240" w:lineRule="auto"/>
      </w:pPr>
      <w:r>
        <w:separator/>
      </w:r>
    </w:p>
  </w:footnote>
  <w:footnote w:type="continuationSeparator" w:id="0">
    <w:p w14:paraId="6DF148BD" w14:textId="77777777" w:rsidR="003139AC" w:rsidRDefault="003139AC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A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23A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F4C97B-5C3A-4812-A987-1BE12405C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2020-10-13T10:21:00Z</dcterms:created>
  <dcterms:modified xsi:type="dcterms:W3CDTF">2020-12-13T09:40:00Z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